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A71F0" w14:textId="1E57BD11" w:rsidR="001C6E1F" w:rsidRPr="00CF7131" w:rsidRDefault="007B3CBC" w:rsidP="50916E17">
      <w:pPr>
        <w:pStyle w:val="Ttulo1"/>
        <w:spacing w:before="0"/>
        <w:jc w:val="center"/>
        <w:rPr>
          <w:rFonts w:asciiTheme="minorHAnsi" w:hAnsiTheme="minorHAnsi"/>
          <w:sz w:val="22"/>
          <w:szCs w:val="22"/>
        </w:rPr>
      </w:pPr>
      <w:bookmarkStart w:id="0" w:name="_Toc505076728"/>
      <w:bookmarkStart w:id="1" w:name="_Toc495934726"/>
      <w:bookmarkEnd w:id="0"/>
      <w:bookmarkEnd w:id="1"/>
      <w:r w:rsidRPr="50916E17">
        <w:rPr>
          <w:rFonts w:asciiTheme="minorHAnsi" w:hAnsiTheme="minorHAnsi" w:cs="Times New Roman"/>
          <w:color w:val="00000A"/>
          <w:sz w:val="22"/>
          <w:szCs w:val="22"/>
        </w:rPr>
        <w:t xml:space="preserve">ANEXO </w:t>
      </w:r>
      <w:r w:rsidR="00C501E7" w:rsidRPr="50916E17">
        <w:rPr>
          <w:rFonts w:asciiTheme="minorHAnsi" w:hAnsiTheme="minorHAnsi" w:cs="Times New Roman"/>
          <w:color w:val="00000A"/>
          <w:sz w:val="22"/>
          <w:szCs w:val="22"/>
        </w:rPr>
        <w:t>VIII</w:t>
      </w:r>
      <w:r w:rsidRPr="50916E17">
        <w:rPr>
          <w:rFonts w:asciiTheme="minorHAnsi" w:hAnsiTheme="minorHAnsi" w:cs="Times New Roman"/>
          <w:color w:val="00000A"/>
          <w:sz w:val="22"/>
          <w:szCs w:val="22"/>
        </w:rPr>
        <w:t xml:space="preserve"> </w:t>
      </w:r>
    </w:p>
    <w:p w14:paraId="0615B825" w14:textId="2993D75B" w:rsidR="001C6E1F" w:rsidRPr="00CF7131" w:rsidRDefault="001C6E1F" w:rsidP="50916E17">
      <w:pPr>
        <w:pStyle w:val="Ttulo1"/>
        <w:spacing w:before="0"/>
        <w:jc w:val="center"/>
        <w:rPr>
          <w:rFonts w:asciiTheme="minorHAnsi" w:hAnsiTheme="minorHAnsi" w:cs="Times New Roman"/>
          <w:color w:val="00000A"/>
          <w:sz w:val="22"/>
          <w:szCs w:val="22"/>
        </w:rPr>
      </w:pPr>
    </w:p>
    <w:p w14:paraId="64C27D7B" w14:textId="18E9A18E" w:rsidR="001C6E1F" w:rsidRPr="00CF7131" w:rsidRDefault="007B3CBC" w:rsidP="50916E17">
      <w:pPr>
        <w:pStyle w:val="Ttulo1"/>
        <w:spacing w:before="0"/>
        <w:jc w:val="center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color w:val="00000A"/>
          <w:sz w:val="22"/>
          <w:szCs w:val="22"/>
        </w:rPr>
        <w:t>MODELO DE PROPOSTA</w:t>
      </w:r>
    </w:p>
    <w:p w14:paraId="1454C1DC" w14:textId="77777777" w:rsidR="001C6E1F" w:rsidRPr="00CF7131" w:rsidRDefault="001C6E1F" w:rsidP="50916E17">
      <w:pPr>
        <w:rPr>
          <w:rFonts w:asciiTheme="minorHAnsi" w:hAnsiTheme="minorHAnsi" w:cs="Times New Roman"/>
          <w:sz w:val="22"/>
          <w:szCs w:val="22"/>
        </w:rPr>
      </w:pPr>
    </w:p>
    <w:p w14:paraId="129DD729" w14:textId="1EA3CF80" w:rsidR="001C6E1F" w:rsidRPr="00CF7131" w:rsidRDefault="007B3CBC" w:rsidP="20E1FCF1">
      <w:pPr>
        <w:pStyle w:val="Textopadro"/>
        <w:spacing w:after="120"/>
        <w:jc w:val="center"/>
        <w:rPr>
          <w:rFonts w:asciiTheme="minorHAnsi" w:hAnsiTheme="minorHAnsi"/>
          <w:sz w:val="22"/>
          <w:szCs w:val="22"/>
        </w:rPr>
      </w:pPr>
      <w:r w:rsidRPr="20E1FCF1">
        <w:rPr>
          <w:rFonts w:asciiTheme="minorHAnsi" w:hAnsiTheme="minorHAnsi" w:cs="Times New Roman"/>
          <w:b/>
          <w:bCs/>
          <w:sz w:val="22"/>
          <w:szCs w:val="22"/>
          <w:lang w:val="pt-BR" w:bidi="hi-IN"/>
        </w:rPr>
        <w:t xml:space="preserve">Edital de Pregão Eletrônico </w:t>
      </w:r>
      <w:r w:rsidR="00D5554E" w:rsidRPr="20E1FCF1">
        <w:rPr>
          <w:rFonts w:asciiTheme="minorHAnsi" w:hAnsiTheme="minorHAnsi" w:cs="Times New Roman"/>
          <w:b/>
          <w:bCs/>
          <w:sz w:val="22"/>
          <w:szCs w:val="22"/>
          <w:lang w:val="pt-BR" w:bidi="hi-IN"/>
        </w:rPr>
        <w:t>0</w:t>
      </w:r>
      <w:r w:rsidR="33446F2C" w:rsidRPr="20E1FCF1">
        <w:rPr>
          <w:rFonts w:asciiTheme="minorHAnsi" w:hAnsiTheme="minorHAnsi" w:cs="Times New Roman"/>
          <w:b/>
          <w:bCs/>
          <w:sz w:val="22"/>
          <w:szCs w:val="22"/>
          <w:lang w:val="pt-BR" w:bidi="hi-IN"/>
        </w:rPr>
        <w:t>2</w:t>
      </w:r>
      <w:r w:rsidRPr="20E1FCF1">
        <w:rPr>
          <w:rFonts w:asciiTheme="minorHAnsi" w:hAnsiTheme="minorHAnsi" w:cs="Times New Roman"/>
          <w:b/>
          <w:bCs/>
          <w:sz w:val="22"/>
          <w:szCs w:val="22"/>
          <w:lang w:val="pt-BR" w:bidi="hi-IN"/>
        </w:rPr>
        <w:t>/202</w:t>
      </w:r>
      <w:r w:rsidR="00734EB3" w:rsidRPr="20E1FCF1">
        <w:rPr>
          <w:rFonts w:asciiTheme="minorHAnsi" w:hAnsiTheme="minorHAnsi" w:cs="Times New Roman"/>
          <w:b/>
          <w:bCs/>
          <w:sz w:val="22"/>
          <w:szCs w:val="22"/>
          <w:lang w:val="pt-BR" w:bidi="hi-IN"/>
        </w:rPr>
        <w:t>1</w:t>
      </w:r>
    </w:p>
    <w:p w14:paraId="4C540940" w14:textId="77777777" w:rsidR="001C6E1F" w:rsidRPr="00CF7131" w:rsidRDefault="001C6E1F" w:rsidP="50916E17">
      <w:pPr>
        <w:pStyle w:val="Textopadro"/>
        <w:spacing w:after="120"/>
        <w:jc w:val="center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4EF3AF6B" w14:textId="0E74B34F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 xml:space="preserve">Ao Instituto Federal do Espírito Santos </w:t>
      </w:r>
      <w:r w:rsidRPr="50916E17">
        <w:rPr>
          <w:rFonts w:asciiTheme="minorHAnsi" w:hAnsiTheme="minorHAnsi" w:cs="Times New Roman"/>
          <w:i/>
          <w:iCs/>
          <w:sz w:val="22"/>
          <w:szCs w:val="22"/>
          <w:lang w:val="pt-BR" w:bidi="hi-IN"/>
        </w:rPr>
        <w:t>campus</w:t>
      </w: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 xml:space="preserve"> </w:t>
      </w:r>
      <w:r w:rsidR="00734EB3" w:rsidRPr="50916E17">
        <w:rPr>
          <w:rFonts w:asciiTheme="minorHAnsi" w:hAnsiTheme="minorHAnsi" w:cs="Times New Roman"/>
          <w:sz w:val="22"/>
          <w:szCs w:val="22"/>
          <w:lang w:val="pt-BR" w:bidi="hi-IN"/>
        </w:rPr>
        <w:t>São Mateus</w:t>
      </w:r>
    </w:p>
    <w:p w14:paraId="759D8D89" w14:textId="77777777" w:rsidR="001C6E1F" w:rsidRPr="00CF7131" w:rsidRDefault="001C6E1F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384BAFAA" w14:textId="77777777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>Prezados Senhores,</w:t>
      </w:r>
    </w:p>
    <w:p w14:paraId="4A9EE001" w14:textId="77777777" w:rsidR="001C6E1F" w:rsidRPr="00CF7131" w:rsidRDefault="001C6E1F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5D6F5C1A" w14:textId="5741C02A" w:rsidR="00D5554E" w:rsidRDefault="00D5554E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  <w:r w:rsidRPr="00D5554E">
        <w:rPr>
          <w:rFonts w:asciiTheme="minorHAnsi" w:hAnsiTheme="minorHAnsi" w:cs="Times New Roman"/>
          <w:sz w:val="22"/>
          <w:szCs w:val="22"/>
          <w:lang w:val="pt-BR" w:bidi="hi-IN"/>
        </w:rPr>
        <w:t xml:space="preserve">Apresentamos a Vossa Senhoria nossa proposta de preços referente à Contratação de pessoa jurídica para prestação de serviços de vigilância patrimonial armada e desarmada, vinte e quatro horas ininterruptas (segunda a domingo, incluindo feriados), com fornecimento de material necessário, nas dependências do Instituto Federal de Educação, Ciência e Tecnologia do Espírito Santo campus </w:t>
      </w:r>
      <w:r>
        <w:rPr>
          <w:rFonts w:asciiTheme="minorHAnsi" w:hAnsiTheme="minorHAnsi" w:cs="Times New Roman"/>
          <w:sz w:val="22"/>
          <w:szCs w:val="22"/>
          <w:lang w:val="pt-BR" w:bidi="hi-IN"/>
        </w:rPr>
        <w:t>São Mateus</w:t>
      </w:r>
      <w:r w:rsidRPr="00D5554E">
        <w:rPr>
          <w:rFonts w:asciiTheme="minorHAnsi" w:hAnsiTheme="minorHAnsi" w:cs="Times New Roman"/>
          <w:sz w:val="22"/>
          <w:szCs w:val="22"/>
          <w:lang w:val="pt-BR" w:bidi="hi-IN"/>
        </w:rPr>
        <w:t>, conforme valores e quantitativos relacionados nas Planilhas de Custos e Formação de Preços em anexo, nos termos do Edital e Anexos.</w:t>
      </w:r>
    </w:p>
    <w:p w14:paraId="4C0458A2" w14:textId="1075F655" w:rsidR="001C6E1F" w:rsidRPr="00CF7131" w:rsidRDefault="001C6E1F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9241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1230"/>
        <w:gridCol w:w="3629"/>
        <w:gridCol w:w="1418"/>
        <w:gridCol w:w="1425"/>
        <w:gridCol w:w="1266"/>
      </w:tblGrid>
      <w:tr w:rsidR="00D5554E" w:rsidRPr="009358EB" w14:paraId="0CF0C2EE" w14:textId="77777777" w:rsidTr="555C72C5">
        <w:tc>
          <w:tcPr>
            <w:tcW w:w="15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AE8F4" w14:textId="77777777" w:rsidR="00D5554E" w:rsidRPr="009358EB" w:rsidRDefault="00D5554E" w:rsidP="000B301B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ITEM</w:t>
            </w:r>
          </w:p>
        </w:tc>
        <w:tc>
          <w:tcPr>
            <w:tcW w:w="3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57AE96" w14:textId="77777777" w:rsidR="00D5554E" w:rsidRPr="009358EB" w:rsidRDefault="00D5554E" w:rsidP="000B301B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DESCRIÇÃO - ESCALA DE TRABALHO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D17114" w14:textId="77777777" w:rsidR="00D5554E" w:rsidRPr="009358EB" w:rsidRDefault="00D5554E" w:rsidP="000B301B">
            <w:pPr>
              <w:widowControl w:val="0"/>
              <w:spacing w:beforeAutospacing="1"/>
              <w:jc w:val="center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QUANTIDADE DE POSTOS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EBFC23" w14:textId="77777777" w:rsidR="00D5554E" w:rsidRPr="009358EB" w:rsidRDefault="00D5554E" w:rsidP="000B301B">
            <w:pPr>
              <w:widowControl w:val="0"/>
              <w:spacing w:beforeAutospacing="1"/>
              <w:jc w:val="center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QUANTIDADE DE VIGILANTES POR POSTO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48576" w14:textId="77777777" w:rsidR="00D5554E" w:rsidRDefault="00D5554E" w:rsidP="20E1FCF1">
            <w:pPr>
              <w:jc w:val="center"/>
              <w:rPr>
                <w:rFonts w:ascii="Calibri" w:eastAsia="Calibri" w:hAnsi="Calibri" w:cs="Calibri"/>
              </w:rPr>
            </w:pPr>
            <w:r w:rsidRPr="555C72C5">
              <w:rPr>
                <w:rFonts w:ascii="Calibri" w:eastAsia="Calibri" w:hAnsi="Calibri" w:cs="Calibri"/>
              </w:rPr>
              <w:t>VALOR MENSAL POR POSTO</w:t>
            </w:r>
          </w:p>
        </w:tc>
      </w:tr>
      <w:tr w:rsidR="00D5554E" w:rsidRPr="009358EB" w14:paraId="5B80499A" w14:textId="77777777" w:rsidTr="555C72C5">
        <w:trPr>
          <w:trHeight w:val="462"/>
        </w:trPr>
        <w:tc>
          <w:tcPr>
            <w:tcW w:w="2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72EDBF" w14:textId="77777777" w:rsidR="00D5554E" w:rsidRPr="009358EB" w:rsidRDefault="00D5554E" w:rsidP="000B301B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75E3A" w14:textId="77777777" w:rsidR="00D5554E" w:rsidRDefault="00D5554E" w:rsidP="000B301B">
            <w:pPr>
              <w:rPr>
                <w:rFonts w:ascii="Calibri" w:eastAsia="Calibri" w:hAnsi="Calibri" w:cs="Calibri"/>
                <w:b/>
                <w:bCs/>
              </w:rPr>
            </w:pPr>
            <w:r w:rsidRPr="71256A46">
              <w:rPr>
                <w:rFonts w:ascii="Calibri" w:eastAsia="Calibri" w:hAnsi="Calibri" w:cs="Calibri"/>
                <w:b/>
                <w:bCs/>
              </w:rPr>
              <w:t xml:space="preserve">VIGILÂNCIA ARMADA </w:t>
            </w:r>
          </w:p>
          <w:p w14:paraId="4286A67F" w14:textId="77777777" w:rsidR="00D5554E" w:rsidRDefault="00D5554E" w:rsidP="000B301B">
            <w:pPr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(24015-CATSER)</w:t>
            </w:r>
          </w:p>
        </w:tc>
        <w:tc>
          <w:tcPr>
            <w:tcW w:w="3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E1E4B" w14:textId="77777777" w:rsidR="00D5554E" w:rsidRPr="009358EB" w:rsidRDefault="00D5554E" w:rsidP="000B301B">
            <w:pPr>
              <w:widowControl w:val="0"/>
              <w:jc w:val="both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POSTO DIURNO 06:00 ÀS 18:00 HORAS</w:t>
            </w:r>
          </w:p>
          <w:p w14:paraId="2CCCFA04" w14:textId="77777777" w:rsidR="00D5554E" w:rsidRPr="009358EB" w:rsidRDefault="00D5554E" w:rsidP="000B301B">
            <w:pPr>
              <w:widowControl w:val="0"/>
              <w:jc w:val="both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ESCALA DE 12X36 HORAS – ARMADO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02BF7" w14:textId="77777777" w:rsidR="00D5554E" w:rsidRPr="009358EB" w:rsidRDefault="00D5554E" w:rsidP="000B301B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02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38BA1" w14:textId="77777777" w:rsidR="00D5554E" w:rsidRPr="009358EB" w:rsidRDefault="00D5554E" w:rsidP="000B301B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084B7" w14:textId="49E4681F" w:rsidR="00D5554E" w:rsidRDefault="00D5554E" w:rsidP="000B301B">
            <w:pPr>
              <w:jc w:val="center"/>
            </w:pPr>
          </w:p>
        </w:tc>
      </w:tr>
      <w:tr w:rsidR="00D5554E" w14:paraId="14832D6B" w14:textId="77777777" w:rsidTr="555C72C5">
        <w:trPr>
          <w:trHeight w:val="398"/>
        </w:trPr>
        <w:tc>
          <w:tcPr>
            <w:tcW w:w="273" w:type="dxa"/>
            <w:vMerge/>
            <w:vAlign w:val="center"/>
            <w:hideMark/>
          </w:tcPr>
          <w:p w14:paraId="63949327" w14:textId="77777777" w:rsidR="00D5554E" w:rsidRDefault="00D5554E" w:rsidP="000B301B"/>
        </w:tc>
        <w:tc>
          <w:tcPr>
            <w:tcW w:w="1230" w:type="dxa"/>
            <w:vMerge/>
          </w:tcPr>
          <w:p w14:paraId="55DE22D2" w14:textId="77777777" w:rsidR="00D5554E" w:rsidRDefault="00D5554E" w:rsidP="000B301B"/>
        </w:tc>
        <w:tc>
          <w:tcPr>
            <w:tcW w:w="3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AC275" w14:textId="77777777" w:rsidR="00D5554E" w:rsidRDefault="00D5554E" w:rsidP="000B301B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POSTO NOTURNO 18:00 ÀS 06:00 HORAS</w:t>
            </w:r>
          </w:p>
          <w:p w14:paraId="5A32D91F" w14:textId="77777777" w:rsidR="00D5554E" w:rsidRDefault="00D5554E" w:rsidP="000B301B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71256A46">
              <w:rPr>
                <w:rFonts w:ascii="Calibri" w:eastAsia="Calibri" w:hAnsi="Calibri" w:cs="Calibri"/>
                <w:szCs w:val="20"/>
              </w:rPr>
              <w:t>ESCALA DE 12X36 HORAS – ARMADO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05333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02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4BCAB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</w:rPr>
            </w:pPr>
            <w:r w:rsidRPr="71256A46">
              <w:rPr>
                <w:rFonts w:ascii="Calibri" w:eastAsia="Calibri" w:hAnsi="Calibri" w:cs="Calibri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6D0C1" w14:textId="5A7B4E11" w:rsidR="00D5554E" w:rsidRDefault="00D5554E" w:rsidP="000B301B">
            <w:pPr>
              <w:jc w:val="center"/>
            </w:pPr>
          </w:p>
        </w:tc>
      </w:tr>
    </w:tbl>
    <w:p w14:paraId="07722948" w14:textId="77777777" w:rsidR="00D5554E" w:rsidRDefault="00D5554E" w:rsidP="00D5554E"/>
    <w:tbl>
      <w:tblPr>
        <w:tblStyle w:val="Tabelacomgrade"/>
        <w:tblW w:w="0" w:type="auto"/>
        <w:tblInd w:w="137" w:type="dxa"/>
        <w:tblLayout w:type="fixed"/>
        <w:tblLook w:val="06A0" w:firstRow="1" w:lastRow="0" w:firstColumn="1" w:lastColumn="0" w:noHBand="1" w:noVBand="1"/>
      </w:tblPr>
      <w:tblGrid>
        <w:gridCol w:w="595"/>
        <w:gridCol w:w="5888"/>
        <w:gridCol w:w="2724"/>
      </w:tblGrid>
      <w:tr w:rsidR="00D5554E" w14:paraId="2DCE5383" w14:textId="77777777" w:rsidTr="000B301B">
        <w:trPr>
          <w:trHeight w:val="315"/>
        </w:trPr>
        <w:tc>
          <w:tcPr>
            <w:tcW w:w="595" w:type="dxa"/>
            <w:vAlign w:val="center"/>
          </w:tcPr>
          <w:p w14:paraId="41A6669A" w14:textId="77777777" w:rsidR="00D5554E" w:rsidRDefault="00D5554E" w:rsidP="000B301B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5888" w:type="dxa"/>
            <w:vAlign w:val="center"/>
          </w:tcPr>
          <w:p w14:paraId="27BB0BAC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Descrição</w:t>
            </w:r>
          </w:p>
        </w:tc>
        <w:tc>
          <w:tcPr>
            <w:tcW w:w="2724" w:type="dxa"/>
            <w:vAlign w:val="center"/>
          </w:tcPr>
          <w:p w14:paraId="4DBB8446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Valor (R$)</w:t>
            </w:r>
          </w:p>
        </w:tc>
      </w:tr>
      <w:tr w:rsidR="00D5554E" w14:paraId="62450FC4" w14:textId="77777777" w:rsidTr="000B301B">
        <w:trPr>
          <w:trHeight w:val="300"/>
        </w:trPr>
        <w:tc>
          <w:tcPr>
            <w:tcW w:w="595" w:type="dxa"/>
            <w:vAlign w:val="center"/>
          </w:tcPr>
          <w:p w14:paraId="5F669983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A</w:t>
            </w:r>
          </w:p>
        </w:tc>
        <w:tc>
          <w:tcPr>
            <w:tcW w:w="5888" w:type="dxa"/>
            <w:vAlign w:val="center"/>
          </w:tcPr>
          <w:p w14:paraId="7E1C1705" w14:textId="77777777" w:rsidR="00D5554E" w:rsidRDefault="00D5554E" w:rsidP="000B301B">
            <w:pPr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Valor mensal do serviço</w:t>
            </w:r>
          </w:p>
        </w:tc>
        <w:tc>
          <w:tcPr>
            <w:tcW w:w="2724" w:type="dxa"/>
            <w:vAlign w:val="center"/>
          </w:tcPr>
          <w:p w14:paraId="16AC1241" w14:textId="476ED617" w:rsidR="00D5554E" w:rsidRDefault="00D5554E" w:rsidP="000B301B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D5554E" w14:paraId="5773BF51" w14:textId="77777777" w:rsidTr="000B301B">
        <w:tc>
          <w:tcPr>
            <w:tcW w:w="595" w:type="dxa"/>
            <w:vAlign w:val="center"/>
          </w:tcPr>
          <w:p w14:paraId="0E7ACF56" w14:textId="77777777" w:rsidR="00D5554E" w:rsidRDefault="00D5554E" w:rsidP="000B301B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B</w:t>
            </w:r>
          </w:p>
        </w:tc>
        <w:tc>
          <w:tcPr>
            <w:tcW w:w="5888" w:type="dxa"/>
            <w:vAlign w:val="center"/>
          </w:tcPr>
          <w:p w14:paraId="1870D6C2" w14:textId="77777777" w:rsidR="00D5554E" w:rsidRDefault="00D5554E" w:rsidP="000B301B">
            <w:pPr>
              <w:rPr>
                <w:rFonts w:ascii="Calibri" w:eastAsia="Calibri" w:hAnsi="Calibri" w:cs="Calibri"/>
                <w:szCs w:val="20"/>
              </w:rPr>
            </w:pPr>
            <w:r w:rsidRPr="03E9FBED">
              <w:rPr>
                <w:rFonts w:ascii="Calibri" w:eastAsia="Calibri" w:hAnsi="Calibri" w:cs="Calibri"/>
                <w:szCs w:val="20"/>
              </w:rPr>
              <w:t>Valor global da proposta (valor mensal x 12 meses de contrato)</w:t>
            </w:r>
          </w:p>
        </w:tc>
        <w:tc>
          <w:tcPr>
            <w:tcW w:w="2724" w:type="dxa"/>
            <w:vAlign w:val="center"/>
          </w:tcPr>
          <w:p w14:paraId="3BEB9303" w14:textId="02180A20" w:rsidR="00D5554E" w:rsidRDefault="00D5554E" w:rsidP="000B301B">
            <w:pPr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0E7F6F7B" w14:textId="77777777" w:rsidR="00D5554E" w:rsidRDefault="00D5554E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7E8D341E" w14:textId="77777777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>O prazo de validade da proposta de preços é de 60 (sessenta) dias corridos, contados da data da abertura da licitação.</w:t>
      </w:r>
    </w:p>
    <w:p w14:paraId="0A15625B" w14:textId="77777777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>Declaramos que estamos de pleno acordo com todas as condições estabelecidas no Edital e seus Anexos, bem como aceitamos todas as obrigações e responsabilidades especificadas no Termo de Referência.</w:t>
      </w:r>
    </w:p>
    <w:p w14:paraId="716AEF7C" w14:textId="77777777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>Declaramos que nos preços cotados já estão inclusos todos os impostos, taxas, seguros, transporte, uniformes, fiscalização, relógio de ponto, EPI e EPC, contribuições e obrigações sociais, trabalhistas e previdenciárias, taxa de administração, lucro, bem como, todos os outros cursos que incidam ou venham a incidir, direta ou indiretamente, sobre o objeto desta contratação.</w:t>
      </w:r>
    </w:p>
    <w:p w14:paraId="02063A23" w14:textId="77777777" w:rsidR="00DD2967" w:rsidRDefault="00DD2967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3682ED41" w14:textId="77777777" w:rsidR="00DD2967" w:rsidRDefault="00DD2967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79E982F6" w14:textId="77777777" w:rsidR="00DD2967" w:rsidRDefault="00DD2967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1A2A4667" w14:textId="77777777" w:rsidR="00DD2967" w:rsidRDefault="00DD2967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3775A2CE" w14:textId="77777777" w:rsidR="00DD2967" w:rsidRDefault="00DD2967" w:rsidP="50916E17">
      <w:pPr>
        <w:pStyle w:val="Textopadro"/>
        <w:spacing w:after="120"/>
        <w:jc w:val="both"/>
        <w:rPr>
          <w:rFonts w:asciiTheme="minorHAnsi" w:hAnsiTheme="minorHAnsi" w:cs="Times New Roman"/>
          <w:sz w:val="22"/>
          <w:szCs w:val="22"/>
          <w:lang w:val="pt-BR" w:bidi="hi-IN"/>
        </w:rPr>
      </w:pPr>
    </w:p>
    <w:p w14:paraId="2E724B41" w14:textId="77777777" w:rsidR="001C6E1F" w:rsidRPr="00CF7131" w:rsidRDefault="007B3CBC" w:rsidP="50916E17">
      <w:pPr>
        <w:pStyle w:val="Textopadro"/>
        <w:spacing w:after="120"/>
        <w:jc w:val="both"/>
        <w:rPr>
          <w:rFonts w:asciiTheme="minorHAnsi" w:hAnsiTheme="minorHAnsi"/>
          <w:sz w:val="22"/>
          <w:szCs w:val="22"/>
        </w:rPr>
      </w:pPr>
      <w:bookmarkStart w:id="2" w:name="_GoBack"/>
      <w:bookmarkEnd w:id="2"/>
      <w:r w:rsidRPr="50916E17">
        <w:rPr>
          <w:rFonts w:asciiTheme="minorHAnsi" w:hAnsiTheme="minorHAnsi" w:cs="Times New Roman"/>
          <w:sz w:val="22"/>
          <w:szCs w:val="22"/>
          <w:lang w:val="pt-BR" w:bidi="hi-IN"/>
        </w:rPr>
        <w:t>Caso nos seja adjudicado o objeto da licitação, comprometemos a assinar o Contrato no prazo determinado no documento de convocação, e para esse fim fornecemos os seguintes dados:</w:t>
      </w:r>
    </w:p>
    <w:tbl>
      <w:tblPr>
        <w:tblW w:w="8953" w:type="dxa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3609"/>
        <w:gridCol w:w="5344"/>
      </w:tblGrid>
      <w:tr w:rsidR="001C6E1F" w:rsidRPr="00CF7131" w14:paraId="103E0688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BDC2F8" w14:textId="77777777" w:rsidR="001C6E1F" w:rsidRPr="00CF7131" w:rsidRDefault="007B3CBC" w:rsidP="50916E1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Dados da Empresa: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ED9371" w14:textId="77777777" w:rsidR="001C6E1F" w:rsidRPr="00CF7131" w:rsidRDefault="007B3CBC" w:rsidP="50916E1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Dados do Representante Legal da Empresa para assinatura do Contrato:</w:t>
            </w:r>
          </w:p>
        </w:tc>
      </w:tr>
      <w:tr w:rsidR="001C6E1F" w:rsidRPr="00CF7131" w14:paraId="492D5B20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8D56E4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Razão Social: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4B273E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Nome:</w:t>
            </w:r>
          </w:p>
        </w:tc>
      </w:tr>
      <w:tr w:rsidR="001C6E1F" w:rsidRPr="00CF7131" w14:paraId="7584A066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DC027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CNPJ/MF: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9176BA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Endereço:</w:t>
            </w:r>
          </w:p>
        </w:tc>
      </w:tr>
      <w:tr w:rsidR="001C6E1F" w:rsidRPr="00CF7131" w14:paraId="7B6490CC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A594B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Endereço: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109659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CEP:</w:t>
            </w:r>
          </w:p>
        </w:tc>
      </w:tr>
      <w:tr w:rsidR="001C6E1F" w:rsidRPr="00CF7131" w14:paraId="78A5F2B7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3D25A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lastRenderedPageBreak/>
              <w:t>Cidade/UF: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79A46D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Cidade/UF:</w:t>
            </w:r>
          </w:p>
        </w:tc>
      </w:tr>
      <w:tr w:rsidR="001C6E1F" w:rsidRPr="00CF7131" w14:paraId="0512F064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5D3FE8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CEP: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970A3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CPF/MF:</w:t>
            </w:r>
          </w:p>
        </w:tc>
      </w:tr>
      <w:tr w:rsidR="001C6E1F" w:rsidRPr="00CF7131" w14:paraId="63911CD3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9CD145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Pr="50916E17">
              <w:rPr>
                <w:rFonts w:asciiTheme="minorHAnsi" w:hAnsiTheme="minorHAnsi" w:cs="Arial"/>
                <w:sz w:val="22"/>
                <w:szCs w:val="22"/>
                <w:lang w:val="en-US"/>
              </w:rPr>
              <w:t>el./Fax: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50C9A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RG/Órgão Expedidor:</w:t>
            </w:r>
          </w:p>
        </w:tc>
      </w:tr>
      <w:tr w:rsidR="001C6E1F" w:rsidRPr="00CF7131" w14:paraId="4B77BADE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0BC349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4FB24B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Cargo/Função:</w:t>
            </w:r>
          </w:p>
        </w:tc>
      </w:tr>
      <w:tr w:rsidR="001C6E1F" w:rsidRPr="00CF7131" w14:paraId="79C13032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48A566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Banco: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E1039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Naturalidade:</w:t>
            </w:r>
          </w:p>
        </w:tc>
      </w:tr>
      <w:tr w:rsidR="001C6E1F" w:rsidRPr="00CF7131" w14:paraId="481A7693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2F809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Agência: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D22D24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Nacionalidade:</w:t>
            </w:r>
          </w:p>
        </w:tc>
      </w:tr>
      <w:tr w:rsidR="001C6E1F" w:rsidRPr="00CF7131" w14:paraId="046B60F6" w14:textId="77777777" w:rsidTr="50916E17"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3BD98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Conta:</w:t>
            </w: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D420A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Estado Civil:</w:t>
            </w:r>
          </w:p>
        </w:tc>
      </w:tr>
      <w:tr w:rsidR="001C6E1F" w:rsidRPr="00CF7131" w14:paraId="0FDFC977" w14:textId="77777777" w:rsidTr="50916E17">
        <w:trPr>
          <w:trHeight w:val="70"/>
        </w:trPr>
        <w:tc>
          <w:tcPr>
            <w:tcW w:w="3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835A" w14:textId="77777777" w:rsidR="001C6E1F" w:rsidRPr="00CF7131" w:rsidRDefault="001C6E1F" w:rsidP="50916E1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2E033" w14:textId="77777777" w:rsidR="001C6E1F" w:rsidRPr="00CF7131" w:rsidRDefault="007B3CBC" w:rsidP="50916E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50916E17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</w:tr>
    </w:tbl>
    <w:p w14:paraId="174091E8" w14:textId="77777777" w:rsidR="001C6E1F" w:rsidRPr="00CF7131" w:rsidRDefault="001C6E1F" w:rsidP="50916E17">
      <w:pPr>
        <w:shd w:val="clear" w:color="auto" w:fill="FFFFFF" w:themeFill="background1"/>
        <w:spacing w:line="432" w:lineRule="atLeast"/>
        <w:jc w:val="center"/>
        <w:textAlignment w:val="baseline"/>
        <w:rPr>
          <w:rFonts w:asciiTheme="minorHAnsi" w:hAnsiTheme="minorHAnsi" w:cs="Times New Roman"/>
          <w:b/>
          <w:bCs/>
          <w:sz w:val="22"/>
          <w:szCs w:val="22"/>
        </w:rPr>
      </w:pPr>
    </w:p>
    <w:p w14:paraId="232A2330" w14:textId="77777777" w:rsidR="001C6E1F" w:rsidRPr="00CF7131" w:rsidRDefault="007B3CBC" w:rsidP="50916E17">
      <w:pPr>
        <w:shd w:val="clear" w:color="auto" w:fill="FFFFFF" w:themeFill="background1"/>
        <w:spacing w:line="432" w:lineRule="atLeast"/>
        <w:jc w:val="center"/>
        <w:textAlignment w:val="baseline"/>
        <w:rPr>
          <w:rFonts w:asciiTheme="minorHAnsi" w:hAnsiTheme="minorHAnsi" w:cs="Times New Roman"/>
          <w:b/>
          <w:bCs/>
          <w:sz w:val="22"/>
          <w:szCs w:val="22"/>
        </w:rPr>
      </w:pPr>
      <w:r w:rsidRPr="50916E17">
        <w:rPr>
          <w:rFonts w:asciiTheme="minorHAnsi" w:hAnsiTheme="minorHAnsi" w:cs="Times New Roman"/>
          <w:b/>
          <w:bCs/>
          <w:sz w:val="22"/>
          <w:szCs w:val="22"/>
        </w:rPr>
        <w:t>____________________________________________</w:t>
      </w:r>
    </w:p>
    <w:p w14:paraId="22949ADE" w14:textId="77777777" w:rsidR="001C6E1F" w:rsidRPr="00CF7131" w:rsidRDefault="007B3CBC" w:rsidP="50916E17">
      <w:pPr>
        <w:jc w:val="center"/>
        <w:rPr>
          <w:rFonts w:asciiTheme="minorHAnsi" w:hAnsiTheme="minorHAnsi" w:cs="Times New Roman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</w:rPr>
        <w:t>(Assinatura do responsável pela empresa)</w:t>
      </w:r>
    </w:p>
    <w:p w14:paraId="3A05F37E" w14:textId="77777777" w:rsidR="001C6E1F" w:rsidRPr="00CF7131" w:rsidRDefault="007B3CBC" w:rsidP="50916E17">
      <w:pPr>
        <w:jc w:val="center"/>
        <w:rPr>
          <w:rFonts w:asciiTheme="minorHAnsi" w:hAnsiTheme="minorHAnsi" w:cs="Times New Roman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</w:rPr>
        <w:t>(Nome)</w:t>
      </w:r>
    </w:p>
    <w:p w14:paraId="115AEF22" w14:textId="77777777" w:rsidR="001C6E1F" w:rsidRPr="00CF7131" w:rsidRDefault="007B3CBC" w:rsidP="50916E17">
      <w:pPr>
        <w:jc w:val="center"/>
        <w:rPr>
          <w:rFonts w:asciiTheme="minorHAnsi" w:hAnsiTheme="minorHAnsi" w:cs="Times New Roman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</w:rPr>
        <w:t>(R.G.)</w:t>
      </w:r>
    </w:p>
    <w:p w14:paraId="6894B454" w14:textId="77777777" w:rsidR="001C6E1F" w:rsidRPr="00CF7131" w:rsidRDefault="007B3CBC" w:rsidP="50916E17">
      <w:pPr>
        <w:jc w:val="center"/>
        <w:rPr>
          <w:rFonts w:asciiTheme="minorHAnsi" w:hAnsiTheme="minorHAnsi" w:cs="Times New Roman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</w:rPr>
        <w:t>(Cargo)</w:t>
      </w:r>
    </w:p>
    <w:p w14:paraId="2BD6F793" w14:textId="77777777" w:rsidR="001C6E1F" w:rsidRPr="00CF7131" w:rsidRDefault="001C6E1F" w:rsidP="50916E17">
      <w:pPr>
        <w:jc w:val="center"/>
        <w:rPr>
          <w:rFonts w:asciiTheme="minorHAnsi" w:hAnsiTheme="minorHAnsi" w:cs="Times New Roman"/>
          <w:sz w:val="22"/>
          <w:szCs w:val="22"/>
        </w:rPr>
      </w:pPr>
    </w:p>
    <w:p w14:paraId="70E47BF2" w14:textId="77777777" w:rsidR="001C6E1F" w:rsidRPr="00CF7131" w:rsidRDefault="007B3CBC" w:rsidP="50916E17">
      <w:pPr>
        <w:spacing w:before="120" w:after="120"/>
        <w:jc w:val="center"/>
        <w:rPr>
          <w:rFonts w:asciiTheme="minorHAnsi" w:hAnsiTheme="minorHAnsi"/>
          <w:sz w:val="22"/>
          <w:szCs w:val="22"/>
        </w:rPr>
      </w:pPr>
      <w:r w:rsidRPr="50916E17">
        <w:rPr>
          <w:rFonts w:asciiTheme="minorHAnsi" w:hAnsiTheme="minorHAnsi" w:cs="Times New Roman"/>
          <w:sz w:val="22"/>
          <w:szCs w:val="22"/>
        </w:rPr>
        <w:t>Observações: emitir preferencialmente em papel timbrado que identifique a licitante</w:t>
      </w:r>
    </w:p>
    <w:sectPr w:rsidR="001C6E1F" w:rsidRPr="00CF7131">
      <w:headerReference w:type="default" r:id="rId7"/>
      <w:pgSz w:w="11906" w:h="16838"/>
      <w:pgMar w:top="1418" w:right="1134" w:bottom="1418" w:left="1701" w:header="709" w:footer="0" w:gutter="0"/>
      <w:pgNumType w:start="24"/>
      <w:cols w:space="720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1D6C3" w14:textId="77777777" w:rsidR="008123D0" w:rsidRDefault="008123D0">
      <w:r>
        <w:separator/>
      </w:r>
    </w:p>
  </w:endnote>
  <w:endnote w:type="continuationSeparator" w:id="0">
    <w:p w14:paraId="32094637" w14:textId="77777777" w:rsidR="008123D0" w:rsidRDefault="0081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A6230" w14:textId="77777777" w:rsidR="008123D0" w:rsidRDefault="008123D0">
      <w:r>
        <w:separator/>
      </w:r>
    </w:p>
  </w:footnote>
  <w:footnote w:type="continuationSeparator" w:id="0">
    <w:p w14:paraId="0ABDCAFF" w14:textId="77777777" w:rsidR="008123D0" w:rsidRDefault="00812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0D767" w14:textId="77777777" w:rsidR="001C6E1F" w:rsidRDefault="001C6E1F">
    <w:pPr>
      <w:pStyle w:val="Cabealho"/>
      <w:jc w:val="right"/>
    </w:pPr>
  </w:p>
  <w:p w14:paraId="4EF474AA" w14:textId="77777777" w:rsidR="001C6E1F" w:rsidRDefault="001C6E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1F"/>
    <w:rsid w:val="001C6E1F"/>
    <w:rsid w:val="00525375"/>
    <w:rsid w:val="00734EB3"/>
    <w:rsid w:val="007B3CBC"/>
    <w:rsid w:val="008123D0"/>
    <w:rsid w:val="00B623C0"/>
    <w:rsid w:val="00C501E7"/>
    <w:rsid w:val="00CF7131"/>
    <w:rsid w:val="00D446CB"/>
    <w:rsid w:val="00D5554E"/>
    <w:rsid w:val="00D81777"/>
    <w:rsid w:val="00DD2967"/>
    <w:rsid w:val="0B02BF85"/>
    <w:rsid w:val="20E1FCF1"/>
    <w:rsid w:val="33446F2C"/>
    <w:rsid w:val="50916E17"/>
    <w:rsid w:val="555C72C5"/>
    <w:rsid w:val="71AF9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F463"/>
  <w15:docId w15:val="{C8ECA183-C726-42BB-BD0E-810BEFED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pPr>
      <w:suppressAutoHyphens/>
    </w:pPr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uiPriority w:val="99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abealhoChar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cp0020corpodespachochar1">
    <w:name w:val="cp_0020corpodespacho__char1"/>
    <w:qFormat/>
    <w:rsid w:val="000F104D"/>
    <w:rPr>
      <w:rFonts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qFormat/>
    <w:rsid w:val="000F104D"/>
    <w:rPr>
      <w:rFonts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qFormat/>
    <w:rsid w:val="00342AA1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character" w:customStyle="1" w:styleId="PargrafodaListaChar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character" w:customStyle="1" w:styleId="ListLabel1">
    <w:name w:val="ListLabel 1"/>
    <w:qFormat/>
    <w:rPr>
      <w:rFonts w:eastAsia="MS Gothic" w:cs="Arial"/>
      <w:b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eastAsia="Times New Roman" w:cs="Arial"/>
      <w:b w:val="0"/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  <w:i w:val="0"/>
      <w:color w:val="00000A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  <w:i w:val="0"/>
      <w:color w:val="00000A"/>
    </w:rPr>
  </w:style>
  <w:style w:type="character" w:customStyle="1" w:styleId="ListLabel15">
    <w:name w:val="ListLabel 15"/>
    <w:qFormat/>
    <w:rPr>
      <w:b w:val="0"/>
      <w:color w:val="00000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o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="280" w:after="280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9E36A5"/>
    <w:rPr>
      <w:szCs w:val="20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paragraph" w:customStyle="1" w:styleId="em0020ementa">
    <w:name w:val="em_0020ementa"/>
    <w:basedOn w:val="Normal"/>
    <w:qFormat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342AA1"/>
    <w:rPr>
      <w:b/>
      <w:bCs/>
    </w:rPr>
  </w:style>
  <w:style w:type="paragraph" w:styleId="Reviso">
    <w:name w:val="Revision"/>
    <w:uiPriority w:val="99"/>
    <w:semiHidden/>
    <w:qFormat/>
    <w:rsid w:val="00961A98"/>
    <w:pPr>
      <w:suppressAutoHyphens/>
    </w:pPr>
    <w:rPr>
      <w:rFonts w:ascii="Ecofont_Spranq_eco_Sans" w:hAnsi="Ecofont_Spranq_eco_Sans" w:cs="Tahoma"/>
      <w:color w:val="00000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paragraph" w:customStyle="1" w:styleId="Nivel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paragraph" w:customStyle="1" w:styleId="PADRO">
    <w:name w:val="PADRÃO"/>
    <w:qFormat/>
    <w:rsid w:val="002A046D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color w:val="00000A"/>
      <w:szCs w:val="24"/>
      <w:lang w:eastAsia="zh-CN" w:bidi="hi-IN"/>
    </w:rPr>
  </w:style>
  <w:style w:type="paragraph" w:customStyle="1" w:styleId="Default">
    <w:name w:val="Default"/>
    <w:qFormat/>
    <w:rsid w:val="00B607AA"/>
    <w:pPr>
      <w:suppressAutoHyphens/>
    </w:pPr>
    <w:rPr>
      <w:color w:val="000000"/>
      <w:sz w:val="24"/>
      <w:szCs w:val="24"/>
    </w:rPr>
  </w:style>
  <w:style w:type="paragraph" w:styleId="Ttulodendicedeautoridades">
    <w:name w:val="toa heading"/>
    <w:basedOn w:val="Ttulo1"/>
    <w:next w:val="Normal"/>
    <w:uiPriority w:val="39"/>
    <w:unhideWhenUsed/>
    <w:qFormat/>
    <w:rsid w:val="004F0D5F"/>
    <w:pPr>
      <w:spacing w:before="240" w:line="254" w:lineRule="auto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customStyle="1" w:styleId="Corpodetexto21">
    <w:name w:val="Corpo de texto 21"/>
    <w:basedOn w:val="Normal"/>
    <w:qFormat/>
    <w:rsid w:val="00A62548"/>
    <w:pPr>
      <w:ind w:firstLine="2835"/>
      <w:jc w:val="both"/>
    </w:pPr>
    <w:rPr>
      <w:rFonts w:cs="Times New Roman"/>
      <w:szCs w:val="20"/>
      <w:lang w:eastAsia="ar-SA"/>
    </w:rPr>
  </w:style>
  <w:style w:type="paragraph" w:customStyle="1" w:styleId="Textopadro">
    <w:name w:val="Texto padrão"/>
    <w:basedOn w:val="Normal"/>
    <w:qFormat/>
    <w:rsid w:val="00A62548"/>
    <w:rPr>
      <w:rFonts w:cs="Arial"/>
      <w:color w:val="000000"/>
      <w:sz w:val="24"/>
      <w:szCs w:val="20"/>
      <w:lang w:val="en-US" w:eastAsia="zh-CN"/>
    </w:rPr>
  </w:style>
  <w:style w:type="paragraph" w:customStyle="1" w:styleId="SalisCabealhoEsquerdaArial11">
    <w:name w:val="SalisCabeçalhoEsquerdaArial11"/>
    <w:qFormat/>
    <w:rsid w:val="00A62548"/>
    <w:pPr>
      <w:widowControl w:val="0"/>
      <w:suppressAutoHyphens/>
    </w:pPr>
    <w:rPr>
      <w:rFonts w:ascii="Arial" w:hAnsi="Arial" w:cs="Arial"/>
      <w:color w:val="00000A"/>
      <w:sz w:val="22"/>
      <w:lang w:eastAsia="zh-CN" w:bidi="hi-IN"/>
    </w:rPr>
  </w:style>
  <w:style w:type="paragraph" w:customStyle="1" w:styleId="Contedodatabela">
    <w:name w:val="Conteúdo da tabela"/>
    <w:basedOn w:val="Normal"/>
    <w:qFormat/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39"/>
    <w:rsid w:val="00B6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B676-CF00-4909-9875-8294AF6E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subject/>
  <dc:creator>Manoel Paz e Silva Filho</dc:creator>
  <dc:description/>
  <cp:lastModifiedBy>Amadeus Silva</cp:lastModifiedBy>
  <cp:revision>32</cp:revision>
  <cp:lastPrinted>2021-07-09T14:51:00Z</cp:lastPrinted>
  <dcterms:created xsi:type="dcterms:W3CDTF">2018-08-02T17:24:00Z</dcterms:created>
  <dcterms:modified xsi:type="dcterms:W3CDTF">2021-07-09T14:52:00Z</dcterms:modified>
  <dc:language>pt-BR</dc:language>
</cp:coreProperties>
</file>